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DC6E23">
        <w:rPr>
          <w:rFonts w:ascii="Arial" w:hAnsi="Arial" w:cs="Arial"/>
          <w:b/>
          <w:caps/>
          <w:sz w:val="28"/>
          <w:szCs w:val="28"/>
        </w:rPr>
        <w:t>853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38275D" w:rsidRDefault="00DC6E2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C6E23">
              <w:rPr>
                <w:rFonts w:ascii="Arial" w:hAnsi="Arial" w:cs="Arial"/>
                <w:sz w:val="22"/>
                <w:szCs w:val="22"/>
              </w:rPr>
              <w:t>Solicita providências visando à remoção de duas árvores existentes defronte do nº 31 da Rua</w:t>
            </w:r>
            <w:r>
              <w:rPr>
                <w:rFonts w:ascii="Arial" w:hAnsi="Arial" w:cs="Arial"/>
                <w:sz w:val="22"/>
                <w:szCs w:val="22"/>
              </w:rPr>
              <w:t xml:space="preserve"> Minas Gerais, na Vila Pinheiro</w:t>
            </w:r>
            <w:r w:rsidR="0038275D" w:rsidRPr="0038275D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F1A31" w:rsidRDefault="004F1A31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DC6E23" w:rsidRDefault="00DC6E23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DC6E23" w:rsidRPr="00DC6E23">
        <w:rPr>
          <w:rFonts w:ascii="Arial" w:hAnsi="Arial" w:cs="Arial"/>
        </w:rPr>
        <w:t>visando à remoção de duas árvores existentes defronte do nº 31 da Rua Minas Gerais</w:t>
      </w:r>
      <w:r w:rsidR="00DC6E23">
        <w:rPr>
          <w:rFonts w:ascii="Arial" w:hAnsi="Arial" w:cs="Arial"/>
        </w:rPr>
        <w:t>, na Vila Pinheiro, que apresentam risco de queda.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F1A31">
        <w:rPr>
          <w:rFonts w:ascii="Arial" w:hAnsi="Arial" w:cs="Arial"/>
        </w:rPr>
        <w:t>04</w:t>
      </w:r>
      <w:r w:rsidR="00695F4E">
        <w:rPr>
          <w:rFonts w:ascii="Arial" w:hAnsi="Arial" w:cs="Arial"/>
        </w:rPr>
        <w:t xml:space="preserve"> de </w:t>
      </w:r>
      <w:r w:rsidR="004F1A31">
        <w:rPr>
          <w:rFonts w:ascii="Arial" w:hAnsi="Arial" w:cs="Arial"/>
        </w:rPr>
        <w:t>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F1A31" w:rsidRPr="00A34F2C" w:rsidRDefault="004F1A31" w:rsidP="004F1A31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4F1A31" w:rsidRDefault="004F1A31" w:rsidP="004F1A3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4F1A31" w:rsidRPr="00A34F2C" w:rsidRDefault="004F1A31" w:rsidP="004F1A3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B7C" w:rsidRDefault="00C55B7C">
      <w:r>
        <w:separator/>
      </w:r>
    </w:p>
  </w:endnote>
  <w:endnote w:type="continuationSeparator" w:id="0">
    <w:p w:rsidR="00C55B7C" w:rsidRDefault="00C55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B7C" w:rsidRDefault="00C55B7C">
      <w:r>
        <w:separator/>
      </w:r>
    </w:p>
  </w:footnote>
  <w:footnote w:type="continuationSeparator" w:id="0">
    <w:p w:rsidR="00C55B7C" w:rsidRDefault="00C55B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C6E2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C6E2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275D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1A31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17CCA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9198B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55B7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C6E23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BE7AA-EDBB-407E-B01B-06168C888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99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2018-03-29T19:02:00Z</cp:lastPrinted>
  <dcterms:created xsi:type="dcterms:W3CDTF">2018-03-29T19:03:00Z</dcterms:created>
  <dcterms:modified xsi:type="dcterms:W3CDTF">2018-03-29T19:06:00Z</dcterms:modified>
</cp:coreProperties>
</file>